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6E2FC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882DFA">
        <w:rPr>
          <w:rFonts w:ascii="Arial Narrow" w:hAnsi="Arial Narrow"/>
          <w:sz w:val="22"/>
          <w:lang w:val="de-DE"/>
        </w:rPr>
        <w:t>2</w:t>
      </w:r>
      <w:r w:rsidR="006204D1">
        <w:rPr>
          <w:rFonts w:ascii="Arial Narrow" w:hAnsi="Arial Narrow"/>
          <w:sz w:val="22"/>
          <w:lang w:val="de-DE"/>
        </w:rPr>
        <w:t>. Sitzung | S</w:t>
      </w:r>
      <w:r w:rsidR="006D786F">
        <w:rPr>
          <w:rFonts w:ascii="Arial Narrow" w:hAnsi="Arial Narrow"/>
          <w:sz w:val="22"/>
          <w:lang w:val="de-DE"/>
        </w:rPr>
        <w:t>o</w:t>
      </w:r>
      <w:r w:rsidR="006204D1">
        <w:rPr>
          <w:rFonts w:ascii="Arial Narrow" w:hAnsi="Arial Narrow"/>
          <w:sz w:val="22"/>
          <w:lang w:val="de-DE"/>
        </w:rPr>
        <w:t>S</w:t>
      </w:r>
      <w:r w:rsidR="006D786F">
        <w:rPr>
          <w:rFonts w:ascii="Arial Narrow" w:hAnsi="Arial Narrow"/>
          <w:sz w:val="22"/>
          <w:lang w:val="de-DE"/>
        </w:rPr>
        <w:t>o</w:t>
      </w:r>
      <w:r w:rsidR="006204D1">
        <w:rPr>
          <w:rFonts w:ascii="Arial Narrow" w:hAnsi="Arial Narrow"/>
          <w:sz w:val="22"/>
          <w:lang w:val="de-DE"/>
        </w:rPr>
        <w:t>15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609C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8B6295">
        <w:rPr>
          <w:rFonts w:ascii="Arial Narrow" w:hAnsi="Arial Narrow"/>
          <w:noProof/>
          <w:sz w:val="22"/>
          <w:lang w:val="de-DE"/>
        </w:rPr>
        <w:t>24.06.2015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1E3445" w:rsidRDefault="00D6768E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Kalender AStA-Seite</w:t>
      </w:r>
    </w:p>
    <w:p w:rsidR="00737AA6" w:rsidRDefault="00737AA6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Medien Case</w:t>
      </w:r>
    </w:p>
    <w:p w:rsidR="008B6295" w:rsidRDefault="008B6295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</w:t>
      </w:r>
    </w:p>
    <w:p w:rsidR="008B6295" w:rsidRDefault="008B6295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Ausflug</w:t>
      </w:r>
      <w:bookmarkStart w:id="0" w:name="_GoBack"/>
      <w:bookmarkEnd w:id="0"/>
    </w:p>
    <w:p w:rsidR="008B6295" w:rsidRPr="001E3445" w:rsidRDefault="008B6295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8B6295" w:rsidRPr="001E3445" w:rsidSect="007F0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o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e</w:t>
    </w:r>
    <w:r w:rsidR="006204D1">
      <w:rPr>
        <w:rFonts w:ascii="Arial Narrow" w:hAnsi="Arial Narrow"/>
        <w:sz w:val="20"/>
        <w:lang w:val="de-DE"/>
      </w:rPr>
      <w:t>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B6295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350298"/>
    <w:multiLevelType w:val="hybridMultilevel"/>
    <w:tmpl w:val="5E8CAD4E"/>
    <w:lvl w:ilvl="0" w:tplc="A1CC9A1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7612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1781"/>
    <w:rsid w:val="00010829"/>
    <w:rsid w:val="00017963"/>
    <w:rsid w:val="0002372E"/>
    <w:rsid w:val="000243CF"/>
    <w:rsid w:val="0003734E"/>
    <w:rsid w:val="000459F9"/>
    <w:rsid w:val="00052A2E"/>
    <w:rsid w:val="00063E3E"/>
    <w:rsid w:val="00066BC0"/>
    <w:rsid w:val="000755CE"/>
    <w:rsid w:val="00094624"/>
    <w:rsid w:val="000973A0"/>
    <w:rsid w:val="000A4FD2"/>
    <w:rsid w:val="000B2E2D"/>
    <w:rsid w:val="000C1EB8"/>
    <w:rsid w:val="000C2A6E"/>
    <w:rsid w:val="000D74D9"/>
    <w:rsid w:val="00101AEF"/>
    <w:rsid w:val="00102F33"/>
    <w:rsid w:val="00103636"/>
    <w:rsid w:val="0011608E"/>
    <w:rsid w:val="001173D6"/>
    <w:rsid w:val="0012684C"/>
    <w:rsid w:val="001364FA"/>
    <w:rsid w:val="0014473D"/>
    <w:rsid w:val="00144E86"/>
    <w:rsid w:val="00145644"/>
    <w:rsid w:val="0019761B"/>
    <w:rsid w:val="001C7E80"/>
    <w:rsid w:val="001D3317"/>
    <w:rsid w:val="001D47FD"/>
    <w:rsid w:val="001E3445"/>
    <w:rsid w:val="001E4141"/>
    <w:rsid w:val="001F5D4C"/>
    <w:rsid w:val="00200D09"/>
    <w:rsid w:val="00203683"/>
    <w:rsid w:val="00211E26"/>
    <w:rsid w:val="00217A7C"/>
    <w:rsid w:val="00273332"/>
    <w:rsid w:val="00274830"/>
    <w:rsid w:val="00280AD9"/>
    <w:rsid w:val="0028733C"/>
    <w:rsid w:val="002A108C"/>
    <w:rsid w:val="002A158B"/>
    <w:rsid w:val="002A571F"/>
    <w:rsid w:val="002B1A01"/>
    <w:rsid w:val="002D090B"/>
    <w:rsid w:val="002E7327"/>
    <w:rsid w:val="002F2BD0"/>
    <w:rsid w:val="002F2E54"/>
    <w:rsid w:val="00310FD9"/>
    <w:rsid w:val="0031113D"/>
    <w:rsid w:val="00312F4D"/>
    <w:rsid w:val="0031477C"/>
    <w:rsid w:val="003339C0"/>
    <w:rsid w:val="00333D17"/>
    <w:rsid w:val="0034237A"/>
    <w:rsid w:val="00347611"/>
    <w:rsid w:val="0036697F"/>
    <w:rsid w:val="003733CC"/>
    <w:rsid w:val="003775B0"/>
    <w:rsid w:val="00380CCC"/>
    <w:rsid w:val="00381C67"/>
    <w:rsid w:val="00396AA7"/>
    <w:rsid w:val="003A7E3B"/>
    <w:rsid w:val="003B669B"/>
    <w:rsid w:val="004108F1"/>
    <w:rsid w:val="00424215"/>
    <w:rsid w:val="00425EF5"/>
    <w:rsid w:val="004359A0"/>
    <w:rsid w:val="00441B0C"/>
    <w:rsid w:val="00487AF4"/>
    <w:rsid w:val="00490B21"/>
    <w:rsid w:val="00490CDB"/>
    <w:rsid w:val="004D1F62"/>
    <w:rsid w:val="00501683"/>
    <w:rsid w:val="00501BD9"/>
    <w:rsid w:val="00503A8C"/>
    <w:rsid w:val="00532D30"/>
    <w:rsid w:val="00543129"/>
    <w:rsid w:val="005442B8"/>
    <w:rsid w:val="00552E34"/>
    <w:rsid w:val="005619ED"/>
    <w:rsid w:val="00565545"/>
    <w:rsid w:val="00577F83"/>
    <w:rsid w:val="005B1C22"/>
    <w:rsid w:val="005B52A2"/>
    <w:rsid w:val="005F45A2"/>
    <w:rsid w:val="00602994"/>
    <w:rsid w:val="00606F9B"/>
    <w:rsid w:val="00610EEC"/>
    <w:rsid w:val="006204D1"/>
    <w:rsid w:val="00672DC6"/>
    <w:rsid w:val="00685893"/>
    <w:rsid w:val="00686ECB"/>
    <w:rsid w:val="006A01E2"/>
    <w:rsid w:val="006A0CE7"/>
    <w:rsid w:val="006A2577"/>
    <w:rsid w:val="006A6E9D"/>
    <w:rsid w:val="006C4D68"/>
    <w:rsid w:val="006D0A34"/>
    <w:rsid w:val="006D786F"/>
    <w:rsid w:val="006E2FC8"/>
    <w:rsid w:val="006F419F"/>
    <w:rsid w:val="006F55D7"/>
    <w:rsid w:val="007116B6"/>
    <w:rsid w:val="007159E6"/>
    <w:rsid w:val="007173E9"/>
    <w:rsid w:val="00733F99"/>
    <w:rsid w:val="007364E7"/>
    <w:rsid w:val="00737AA6"/>
    <w:rsid w:val="00742C7E"/>
    <w:rsid w:val="00761B22"/>
    <w:rsid w:val="0076300F"/>
    <w:rsid w:val="0076384A"/>
    <w:rsid w:val="00766556"/>
    <w:rsid w:val="00771AE9"/>
    <w:rsid w:val="00784186"/>
    <w:rsid w:val="007956EF"/>
    <w:rsid w:val="007B1EB9"/>
    <w:rsid w:val="007C767B"/>
    <w:rsid w:val="007D46E4"/>
    <w:rsid w:val="007D7C7C"/>
    <w:rsid w:val="007E031D"/>
    <w:rsid w:val="007E2248"/>
    <w:rsid w:val="007F047A"/>
    <w:rsid w:val="00802C4B"/>
    <w:rsid w:val="00802C61"/>
    <w:rsid w:val="00804127"/>
    <w:rsid w:val="008046FF"/>
    <w:rsid w:val="008052CE"/>
    <w:rsid w:val="00813522"/>
    <w:rsid w:val="00815DF3"/>
    <w:rsid w:val="0081784D"/>
    <w:rsid w:val="00843F45"/>
    <w:rsid w:val="008457B3"/>
    <w:rsid w:val="0086150A"/>
    <w:rsid w:val="008743D8"/>
    <w:rsid w:val="008767BF"/>
    <w:rsid w:val="00882DFA"/>
    <w:rsid w:val="008864DE"/>
    <w:rsid w:val="008B6295"/>
    <w:rsid w:val="008C250E"/>
    <w:rsid w:val="008C477B"/>
    <w:rsid w:val="008D0EC7"/>
    <w:rsid w:val="008D16EC"/>
    <w:rsid w:val="008D2BDB"/>
    <w:rsid w:val="008F7364"/>
    <w:rsid w:val="00927544"/>
    <w:rsid w:val="009301A0"/>
    <w:rsid w:val="00937828"/>
    <w:rsid w:val="00960306"/>
    <w:rsid w:val="00967DD8"/>
    <w:rsid w:val="009757B0"/>
    <w:rsid w:val="009764D9"/>
    <w:rsid w:val="009866E5"/>
    <w:rsid w:val="009906B7"/>
    <w:rsid w:val="009B0D2B"/>
    <w:rsid w:val="009B7B2F"/>
    <w:rsid w:val="009C2A35"/>
    <w:rsid w:val="009D3E73"/>
    <w:rsid w:val="009E6CE4"/>
    <w:rsid w:val="009F7BB9"/>
    <w:rsid w:val="00A05515"/>
    <w:rsid w:val="00A448D9"/>
    <w:rsid w:val="00A44D35"/>
    <w:rsid w:val="00A47324"/>
    <w:rsid w:val="00A87E62"/>
    <w:rsid w:val="00A94BC2"/>
    <w:rsid w:val="00AD70BC"/>
    <w:rsid w:val="00AE757F"/>
    <w:rsid w:val="00AF264D"/>
    <w:rsid w:val="00B03346"/>
    <w:rsid w:val="00B04116"/>
    <w:rsid w:val="00B04368"/>
    <w:rsid w:val="00B136A5"/>
    <w:rsid w:val="00B16463"/>
    <w:rsid w:val="00B21886"/>
    <w:rsid w:val="00B23B5E"/>
    <w:rsid w:val="00B25462"/>
    <w:rsid w:val="00B262CA"/>
    <w:rsid w:val="00B27F1E"/>
    <w:rsid w:val="00B31937"/>
    <w:rsid w:val="00B456F2"/>
    <w:rsid w:val="00B51224"/>
    <w:rsid w:val="00B81E42"/>
    <w:rsid w:val="00B83D82"/>
    <w:rsid w:val="00B86965"/>
    <w:rsid w:val="00BA10A5"/>
    <w:rsid w:val="00BA497A"/>
    <w:rsid w:val="00BD4E8B"/>
    <w:rsid w:val="00BE1515"/>
    <w:rsid w:val="00BE3D6D"/>
    <w:rsid w:val="00BE7FEC"/>
    <w:rsid w:val="00C00055"/>
    <w:rsid w:val="00C1435E"/>
    <w:rsid w:val="00C22F83"/>
    <w:rsid w:val="00C34467"/>
    <w:rsid w:val="00C46942"/>
    <w:rsid w:val="00C60DAE"/>
    <w:rsid w:val="00C63840"/>
    <w:rsid w:val="00C772CC"/>
    <w:rsid w:val="00C82C9C"/>
    <w:rsid w:val="00C9531D"/>
    <w:rsid w:val="00CA423D"/>
    <w:rsid w:val="00CA5DF7"/>
    <w:rsid w:val="00CB371A"/>
    <w:rsid w:val="00CB5903"/>
    <w:rsid w:val="00CB5BD5"/>
    <w:rsid w:val="00CC3422"/>
    <w:rsid w:val="00CD7327"/>
    <w:rsid w:val="00CD74B4"/>
    <w:rsid w:val="00CE1F64"/>
    <w:rsid w:val="00CE513C"/>
    <w:rsid w:val="00CF0EE6"/>
    <w:rsid w:val="00D0241F"/>
    <w:rsid w:val="00D23BBC"/>
    <w:rsid w:val="00D24AA6"/>
    <w:rsid w:val="00D26FA0"/>
    <w:rsid w:val="00D4751D"/>
    <w:rsid w:val="00D523B8"/>
    <w:rsid w:val="00D52E25"/>
    <w:rsid w:val="00D55BFE"/>
    <w:rsid w:val="00D56D60"/>
    <w:rsid w:val="00D62D7D"/>
    <w:rsid w:val="00D6768E"/>
    <w:rsid w:val="00D803B9"/>
    <w:rsid w:val="00D94C60"/>
    <w:rsid w:val="00DB0784"/>
    <w:rsid w:val="00DC53DA"/>
    <w:rsid w:val="00DD1790"/>
    <w:rsid w:val="00DD6348"/>
    <w:rsid w:val="00DE1F6C"/>
    <w:rsid w:val="00E1673A"/>
    <w:rsid w:val="00E206F4"/>
    <w:rsid w:val="00E36789"/>
    <w:rsid w:val="00E44604"/>
    <w:rsid w:val="00E52891"/>
    <w:rsid w:val="00E5513A"/>
    <w:rsid w:val="00E609C1"/>
    <w:rsid w:val="00E66A27"/>
    <w:rsid w:val="00E715F5"/>
    <w:rsid w:val="00E81768"/>
    <w:rsid w:val="00E82DB8"/>
    <w:rsid w:val="00E90352"/>
    <w:rsid w:val="00E97E93"/>
    <w:rsid w:val="00EA30A5"/>
    <w:rsid w:val="00EB31F2"/>
    <w:rsid w:val="00EC61B7"/>
    <w:rsid w:val="00F15EEB"/>
    <w:rsid w:val="00F51884"/>
    <w:rsid w:val="00F55E54"/>
    <w:rsid w:val="00F81CCA"/>
    <w:rsid w:val="00F834DE"/>
    <w:rsid w:val="00F85BF5"/>
    <w:rsid w:val="00F903DD"/>
    <w:rsid w:val="00FA7365"/>
    <w:rsid w:val="00FB4507"/>
    <w:rsid w:val="00FD2F2E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6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31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Laura Teresa Wachter</cp:lastModifiedBy>
  <cp:revision>11</cp:revision>
  <cp:lastPrinted>2015-06-03T10:55:00Z</cp:lastPrinted>
  <dcterms:created xsi:type="dcterms:W3CDTF">2015-06-10T12:41:00Z</dcterms:created>
  <dcterms:modified xsi:type="dcterms:W3CDTF">2015-06-24T10:56:00Z</dcterms:modified>
</cp:coreProperties>
</file>